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6019800" cy="3153508"/>
                <wp:effectExtent l="0" t="0" r="19050" b="2794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0" cy="315350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74pt;height:24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" filled="f" strokecolor="#7030a0" strokeweight="1pt"/>
            </w:pict>
          </mc:Fallback>
        </mc:AlternateContent>
      </w:r>
      <w:r w:rsidR="004B3892">
        <w:rPr>
          <w:rFonts w:ascii="Arial" w:hAnsi="Arial" w:cs="Arial"/>
          <w:b/>
          <w:color w:val="7030A0"/>
          <w:sz w:val="28"/>
          <w:szCs w:val="28"/>
        </w:rPr>
        <w:t xml:space="preserve"> HANDAY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4B3892" w:rsidRDefault="004B3892" w:rsidP="004F6305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Handay</w:t>
      </w:r>
      <w:proofErr w:type="spellEnd"/>
      <w:r>
        <w:rPr>
          <w:rFonts w:ascii="Arial" w:hAnsi="Arial" w:cs="Arial"/>
        </w:rPr>
        <w:t xml:space="preserve"> est un jeu d'origine érythréenne joué maintes fois à travers les générations. Simple et amusant, il permet de se divertir tout en </w:t>
      </w:r>
      <w:r w:rsidR="00911739">
        <w:rPr>
          <w:rFonts w:ascii="Arial" w:hAnsi="Arial" w:cs="Arial"/>
        </w:rPr>
        <w:t>apprenant à compter en tigrinya</w:t>
      </w:r>
      <w:r>
        <w:rPr>
          <w:rFonts w:ascii="Arial" w:hAnsi="Arial" w:cs="Arial"/>
        </w:rPr>
        <w:t xml:space="preserve">. </w:t>
      </w:r>
    </w:p>
    <w:p w:rsidR="004F6305" w:rsidRDefault="004F6305" w:rsidP="004B3892">
      <w:pPr>
        <w:rPr>
          <w:rFonts w:ascii="Arial" w:hAnsi="Arial" w:cs="Arial"/>
        </w:rPr>
      </w:pPr>
    </w:p>
    <w:p w:rsidR="004F6305" w:rsidRDefault="004F6305" w:rsidP="004F6305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Objectifs PER travaillés :</w:t>
      </w:r>
    </w:p>
    <w:p w:rsidR="004F6305" w:rsidRDefault="004F6305" w:rsidP="004F6305">
      <w:pPr>
        <w:pStyle w:val="Paragraphedeliste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Langues : L 27, L3 23, L3 26 </w:t>
      </w:r>
      <w:r>
        <w:rPr>
          <w:rFonts w:ascii="Arial" w:hAnsi="Arial" w:cs="Arial"/>
        </w:rPr>
        <w:tab/>
      </w:r>
    </w:p>
    <w:p w:rsidR="004F6305" w:rsidRDefault="004F6305" w:rsidP="004F6305">
      <w:pPr>
        <w:pStyle w:val="Paragraphedeliste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911739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S&amp;N : - </w:t>
      </w:r>
    </w:p>
    <w:p w:rsidR="004F6305" w:rsidRDefault="004F6305" w:rsidP="004F6305">
      <w:pPr>
        <w:pStyle w:val="Paragraphedeliste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Sciences humaines et sociales : - </w:t>
      </w:r>
    </w:p>
    <w:p w:rsidR="004F6305" w:rsidRDefault="004F6305" w:rsidP="004F6305">
      <w:pPr>
        <w:pStyle w:val="Paragraphedeliste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- </w:t>
      </w:r>
    </w:p>
    <w:p w:rsidR="004F6305" w:rsidRDefault="004F6305" w:rsidP="004F6305">
      <w:pPr>
        <w:pStyle w:val="Paragraphedeliste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 : CM 24</w:t>
      </w:r>
    </w:p>
    <w:p w:rsidR="004F6305" w:rsidRDefault="004F6305" w:rsidP="004F6305">
      <w:pPr>
        <w:pStyle w:val="Paragraphedeliste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Formation générale : </w:t>
      </w:r>
      <w:r>
        <w:rPr>
          <w:rFonts w:ascii="Arial" w:hAnsi="Arial" w:cs="Arial"/>
        </w:rPr>
        <w:tab/>
        <w:t xml:space="preserve">FG 24, FG 25, FG 28 </w:t>
      </w:r>
      <w:r>
        <w:rPr>
          <w:rFonts w:ascii="Arial" w:hAnsi="Arial" w:cs="Arial"/>
        </w:rPr>
        <w:tab/>
      </w:r>
    </w:p>
    <w:p w:rsidR="004F6305" w:rsidRDefault="004F6305" w:rsidP="004F6305">
      <w:pPr>
        <w:pStyle w:val="Paragraphedeliste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Capacités transversales : Communication, stratégie</w:t>
      </w:r>
      <w:r w:rsidR="00911739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d'apprentissage, pensée créat</w:t>
      </w:r>
      <w:r w:rsidR="00911739">
        <w:rPr>
          <w:rFonts w:ascii="Arial" w:hAnsi="Arial" w:cs="Arial"/>
        </w:rPr>
        <w:t>rice</w:t>
      </w:r>
      <w:r>
        <w:rPr>
          <w:rFonts w:ascii="Arial" w:hAnsi="Arial" w:cs="Arial"/>
        </w:rPr>
        <w:t xml:space="preserve"> </w:t>
      </w:r>
    </w:p>
    <w:p w:rsidR="00687DE3" w:rsidRDefault="00687DE3" w:rsidP="004F6305">
      <w:pPr>
        <w:pStyle w:val="Paragraphedeliste"/>
        <w:rPr>
          <w:rFonts w:ascii="Arial" w:hAnsi="Arial" w:cs="Arial"/>
        </w:rPr>
      </w:pPr>
      <w:r w:rsidRPr="00687DE3">
        <w:rPr>
          <w:rFonts w:ascii="Arial" w:hAnsi="Arial" w:cs="Arial"/>
        </w:rPr>
        <w:tab/>
      </w:r>
    </w:p>
    <w:p w:rsidR="004B3F3D" w:rsidRDefault="004B3F3D" w:rsidP="004B3F3D">
      <w:pPr>
        <w:rPr>
          <w:rFonts w:ascii="Arial" w:hAnsi="Arial" w:cs="Arial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555126" w:rsidRPr="004B3F3D" w:rsidRDefault="00D03046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"chiffres en tigrinya</w:t>
      </w:r>
      <w:bookmarkStart w:id="0" w:name="_GoBack"/>
      <w:bookmarkEnd w:id="0"/>
      <w:r w:rsidR="00555126">
        <w:rPr>
          <w:rFonts w:ascii="Arial" w:hAnsi="Arial" w:cs="Arial"/>
          <w:b/>
        </w:rPr>
        <w:t xml:space="preserve">" </w:t>
      </w:r>
    </w:p>
    <w:p w:rsidR="00D660C8" w:rsidRPr="004B3F3D" w:rsidRDefault="00D660C8" w:rsidP="00F723D3">
      <w:pPr>
        <w:pStyle w:val="Paragraphedeliste"/>
        <w:rPr>
          <w:rFonts w:ascii="Arial" w:hAnsi="Arial" w:cs="Arial"/>
          <w:b/>
        </w:rPr>
      </w:pP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4B3892" w:rsidRDefault="00911739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jeu d'intérieur ou d'extérieur </w:t>
      </w:r>
      <w:r w:rsidR="004B3892">
        <w:rPr>
          <w:rFonts w:ascii="Arial" w:hAnsi="Arial" w:cs="Arial"/>
          <w:b/>
        </w:rPr>
        <w:t>en fonction de la météo</w:t>
      </w:r>
    </w:p>
    <w:p w:rsidR="004B3892" w:rsidRDefault="00911739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20 petit</w:t>
      </w:r>
      <w:r w:rsidR="004B3892">
        <w:rPr>
          <w:rFonts w:ascii="Arial" w:hAnsi="Arial" w:cs="Arial"/>
          <w:b/>
        </w:rPr>
        <w:t xml:space="preserve">s </w:t>
      </w:r>
      <w:r>
        <w:rPr>
          <w:rFonts w:ascii="Arial" w:hAnsi="Arial" w:cs="Arial"/>
          <w:b/>
        </w:rPr>
        <w:t>cailloux</w:t>
      </w:r>
      <w:r w:rsidR="004B3892">
        <w:rPr>
          <w:rFonts w:ascii="Arial" w:hAnsi="Arial" w:cs="Arial"/>
          <w:b/>
        </w:rPr>
        <w:t xml:space="preserve">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911739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>)</w:t>
      </w:r>
    </w:p>
    <w:p w:rsidR="00716697" w:rsidRDefault="00911739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Ou par terre</w:t>
      </w:r>
      <w:r w:rsidR="00716697" w:rsidRPr="000D2230">
        <w:rPr>
          <w:rFonts w:ascii="Arial" w:hAnsi="Arial" w:cs="Arial"/>
          <w:b/>
        </w:rPr>
        <w:t xml:space="preserve">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224A6A"/>
    <w:rsid w:val="002E4910"/>
    <w:rsid w:val="003F707B"/>
    <w:rsid w:val="004163C9"/>
    <w:rsid w:val="00431E65"/>
    <w:rsid w:val="004B3892"/>
    <w:rsid w:val="004B3F3D"/>
    <w:rsid w:val="004F6305"/>
    <w:rsid w:val="00507F03"/>
    <w:rsid w:val="005472B9"/>
    <w:rsid w:val="00555126"/>
    <w:rsid w:val="00687DE3"/>
    <w:rsid w:val="00716697"/>
    <w:rsid w:val="008844A5"/>
    <w:rsid w:val="00911739"/>
    <w:rsid w:val="0094240B"/>
    <w:rsid w:val="00D03046"/>
    <w:rsid w:val="00D61C79"/>
    <w:rsid w:val="00D660C8"/>
    <w:rsid w:val="00D75DB1"/>
    <w:rsid w:val="00DF5E50"/>
    <w:rsid w:val="00E01974"/>
    <w:rsid w:val="00E118EF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4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88CCB47E.dotm</Template>
  <TotalTime>4</TotalTime>
  <Pages>1</Pages>
  <Words>118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4</cp:revision>
  <dcterms:created xsi:type="dcterms:W3CDTF">2019-07-23T13:02:00Z</dcterms:created>
  <dcterms:modified xsi:type="dcterms:W3CDTF">2019-07-29T08:55:00Z</dcterms:modified>
</cp:coreProperties>
</file>